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A44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B53D1E6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9A839C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05BC4263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Start w:id="1" w:name="bmFrom"/>
    <w:bookmarkEnd w:id="0"/>
    <w:p w14:paraId="03DFDF12" w14:textId="77777777" w:rsidR="003B2D18" w:rsidRPr="00003CD2" w:rsidRDefault="003B2D18" w:rsidP="003B2D18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 w:cs="Arial"/>
          <w:sz w:val="20"/>
          <w:lang w:val="en-GB"/>
        </w:rPr>
        <w:fldChar w:fldCharType="begin"/>
      </w:r>
      <w:r w:rsidRPr="00003CD2">
        <w:rPr>
          <w:rFonts w:ascii="Arial" w:hAnsi="Arial" w:cs="Arial"/>
          <w:sz w:val="20"/>
          <w:lang w:val="en-GB"/>
        </w:rPr>
        <w:instrText xml:space="preserve"> MACROBUTTON NOMACRO [Name/address, then F11]</w:instrText>
      </w:r>
      <w:r w:rsidRPr="00003CD2">
        <w:rPr>
          <w:rFonts w:ascii="Arial" w:hAnsi="Arial" w:cs="Arial"/>
          <w:sz w:val="20"/>
          <w:lang w:val="en-GB"/>
        </w:rPr>
        <w:fldChar w:fldCharType="end"/>
      </w:r>
      <w:bookmarkEnd w:id="1"/>
    </w:p>
    <w:p w14:paraId="3E7D7694" w14:textId="77777777" w:rsidR="003B2D18" w:rsidRPr="00DD4865" w:rsidRDefault="003B2D18" w:rsidP="003B2D18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6E3AD8B7" w14:textId="77777777" w:rsidR="003B2D18" w:rsidRPr="00DD4865" w:rsidRDefault="003B2D18" w:rsidP="003B2D18">
      <w:pPr>
        <w:tabs>
          <w:tab w:val="left" w:pos="3686"/>
          <w:tab w:val="right" w:pos="8931"/>
        </w:tabs>
        <w:spacing w:line="252" w:lineRule="exact"/>
        <w:ind w:right="282"/>
        <w:jc w:val="right"/>
        <w:rPr>
          <w:rFonts w:ascii="Arial" w:hAnsi="Arial"/>
          <w:sz w:val="20"/>
          <w:lang w:val="nb-NO"/>
        </w:rPr>
      </w:pPr>
      <w:r w:rsidRPr="00DD4865">
        <w:rPr>
          <w:rFonts w:ascii="Arial" w:hAnsi="Arial"/>
          <w:sz w:val="20"/>
          <w:lang w:val="nb-NO"/>
        </w:rPr>
        <w:t xml:space="preserve">Oslo, </w:t>
      </w:r>
      <w:r w:rsidRPr="00003CD2">
        <w:rPr>
          <w:rFonts w:ascii="Arial" w:hAnsi="Arial"/>
          <w:sz w:val="20"/>
          <w:lang w:val="en-GB"/>
        </w:rPr>
        <w:fldChar w:fldCharType="begin"/>
      </w:r>
      <w:r w:rsidRPr="00003CD2">
        <w:rPr>
          <w:rFonts w:ascii="Arial" w:hAnsi="Arial"/>
          <w:sz w:val="20"/>
          <w:lang w:val="en-GB"/>
        </w:rPr>
        <w:instrText xml:space="preserve"> CREATEDATE \@ "d MMMM yyyy"</w:instrText>
      </w:r>
      <w:r w:rsidRPr="00003CD2">
        <w:rPr>
          <w:rFonts w:ascii="Arial" w:hAnsi="Arial"/>
          <w:sz w:val="20"/>
          <w:lang w:val="en-GB"/>
        </w:rPr>
        <w:fldChar w:fldCharType="separate"/>
      </w:r>
      <w:r>
        <w:rPr>
          <w:rFonts w:ascii="Arial" w:hAnsi="Arial"/>
          <w:noProof/>
          <w:sz w:val="20"/>
          <w:lang w:val="en-GB"/>
        </w:rPr>
        <w:t>25 September 2024</w:t>
      </w:r>
      <w:r w:rsidRPr="00003CD2">
        <w:rPr>
          <w:rFonts w:ascii="Arial" w:hAnsi="Arial"/>
          <w:sz w:val="20"/>
          <w:lang w:val="en-GB"/>
        </w:rPr>
        <w:fldChar w:fldCharType="end"/>
      </w:r>
    </w:p>
    <w:p w14:paraId="6298D339" w14:textId="77777777" w:rsidR="003B2D18" w:rsidRPr="00DD4865" w:rsidRDefault="003B2D18" w:rsidP="003B2D18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1BEC1D88" w14:textId="77777777" w:rsidR="003B2D18" w:rsidRPr="00DD4865" w:rsidRDefault="003B2D18" w:rsidP="003B2D18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4C35AC7E" w14:textId="77777777" w:rsidR="003B2D18" w:rsidRPr="00DD4865" w:rsidRDefault="003B2D18" w:rsidP="003B2D18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42273F8E" w14:textId="77777777" w:rsidR="003B2D18" w:rsidRPr="00DD4865" w:rsidRDefault="003B2D18" w:rsidP="003B2D18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76BE05FF" w14:textId="77777777" w:rsidR="003B2D18" w:rsidRPr="00DD4865" w:rsidRDefault="003B2D18" w:rsidP="003B2D18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72F8F88D" w14:textId="77777777" w:rsidR="003B2D18" w:rsidRPr="00DD4865" w:rsidRDefault="003B2D18" w:rsidP="003B2D18">
      <w:pPr>
        <w:spacing w:line="252" w:lineRule="exact"/>
        <w:ind w:right="282"/>
        <w:rPr>
          <w:rFonts w:ascii="Arial" w:hAnsi="Arial"/>
          <w:sz w:val="20"/>
          <w:lang w:val="nb-NO"/>
        </w:rPr>
      </w:pPr>
      <w:proofErr w:type="spellStart"/>
      <w:r w:rsidRPr="00DD4865">
        <w:rPr>
          <w:rFonts w:ascii="Arial" w:hAnsi="Arial"/>
          <w:sz w:val="20"/>
          <w:lang w:val="nb-NO"/>
        </w:rPr>
        <w:t>Dear</w:t>
      </w:r>
      <w:proofErr w:type="spellEnd"/>
      <w:r w:rsidRPr="00DD4865">
        <w:rPr>
          <w:rFonts w:ascii="Arial" w:hAnsi="Arial"/>
          <w:sz w:val="20"/>
          <w:lang w:val="nb-NO"/>
        </w:rPr>
        <w:t xml:space="preserve"> Sirs,</w:t>
      </w:r>
    </w:p>
    <w:p w14:paraId="54642F3C" w14:textId="77777777" w:rsidR="003B2D18" w:rsidRPr="00DD4865" w:rsidRDefault="003B2D18" w:rsidP="003B2D18">
      <w:pPr>
        <w:spacing w:line="252" w:lineRule="exact"/>
        <w:ind w:right="282"/>
        <w:jc w:val="both"/>
        <w:rPr>
          <w:rFonts w:ascii="Arial" w:hAnsi="Arial"/>
          <w:sz w:val="22"/>
          <w:lang w:val="nb-NO"/>
        </w:rPr>
      </w:pPr>
    </w:p>
    <w:p w14:paraId="2274EDEF" w14:textId="77777777" w:rsidR="003B2D18" w:rsidRPr="00003CD2" w:rsidRDefault="003B2D18" w:rsidP="003B2D18">
      <w:pPr>
        <w:spacing w:line="280" w:lineRule="exact"/>
        <w:ind w:right="284"/>
        <w:jc w:val="both"/>
        <w:rPr>
          <w:rFonts w:ascii="Arial" w:hAnsi="Arial"/>
          <w:b/>
          <w:bCs/>
          <w:lang w:val="en-GB"/>
        </w:rPr>
      </w:pPr>
      <w:r w:rsidRPr="00003CD2">
        <w:rPr>
          <w:rFonts w:ascii="Arial" w:hAnsi="Arial"/>
          <w:b/>
          <w:bCs/>
          <w:lang w:val="en-GB"/>
        </w:rPr>
        <w:fldChar w:fldCharType="begin"/>
      </w:r>
      <w:r w:rsidRPr="00003CD2">
        <w:rPr>
          <w:rFonts w:ascii="Arial" w:hAnsi="Arial"/>
          <w:b/>
          <w:bCs/>
          <w:lang w:val="en-GB"/>
        </w:rPr>
        <w:instrText xml:space="preserve"> MACROBUTTON NOMACRO [Heading]</w:instrText>
      </w:r>
      <w:r w:rsidRPr="00003CD2">
        <w:rPr>
          <w:rFonts w:ascii="Arial" w:hAnsi="Arial"/>
          <w:b/>
          <w:bCs/>
          <w:lang w:val="en-GB"/>
        </w:rPr>
        <w:fldChar w:fldCharType="end"/>
      </w:r>
    </w:p>
    <w:p w14:paraId="7AD8BB31" w14:textId="77777777" w:rsidR="003B2D18" w:rsidRPr="00003CD2" w:rsidRDefault="003B2D18" w:rsidP="003B2D18">
      <w:pPr>
        <w:spacing w:line="280" w:lineRule="exact"/>
        <w:ind w:right="284"/>
        <w:jc w:val="both"/>
        <w:rPr>
          <w:rFonts w:ascii="Arial" w:hAnsi="Arial"/>
          <w:b/>
          <w:caps/>
          <w:lang w:val="en-GB"/>
        </w:rPr>
      </w:pPr>
      <w:r w:rsidRPr="00003CD2">
        <w:rPr>
          <w:rFonts w:ascii="Arial" w:hAnsi="Arial"/>
          <w:b/>
          <w:lang w:val="en-GB"/>
        </w:rPr>
        <w:t xml:space="preserve"> </w:t>
      </w:r>
    </w:p>
    <w:p w14:paraId="6792510B" w14:textId="77777777" w:rsidR="003B2D18" w:rsidRPr="00003CD2" w:rsidRDefault="003B2D18" w:rsidP="003B2D18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szCs w:val="24"/>
          <w:lang w:val="en-GB"/>
        </w:rPr>
        <w:fldChar w:fldCharType="begin"/>
      </w:r>
      <w:r w:rsidRPr="00003CD2">
        <w:rPr>
          <w:rFonts w:ascii="Arial" w:hAnsi="Arial"/>
          <w:sz w:val="20"/>
          <w:szCs w:val="24"/>
          <w:lang w:val="en-GB"/>
        </w:rPr>
        <w:instrText xml:space="preserve"> MACROBUTTON NOMACRO [Text]</w:instrText>
      </w:r>
      <w:r w:rsidRPr="00003CD2">
        <w:rPr>
          <w:rFonts w:ascii="Arial" w:hAnsi="Arial"/>
          <w:sz w:val="20"/>
          <w:szCs w:val="24"/>
          <w:lang w:val="en-GB"/>
        </w:rPr>
        <w:fldChar w:fldCharType="end"/>
      </w:r>
    </w:p>
    <w:p w14:paraId="733BF1C7" w14:textId="77777777" w:rsidR="003B2D18" w:rsidRPr="00003CD2" w:rsidRDefault="003B2D18" w:rsidP="003B2D18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5DB756E1" w14:textId="77777777" w:rsidR="003B2D18" w:rsidRPr="00003CD2" w:rsidRDefault="003B2D18" w:rsidP="003B2D18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5D8CCBAE" w14:textId="77777777" w:rsidR="003B2D18" w:rsidRPr="00003CD2" w:rsidRDefault="003B2D18" w:rsidP="003B2D18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>Yours</w:t>
      </w:r>
      <w:r>
        <w:rPr>
          <w:rFonts w:ascii="Arial" w:hAnsi="Arial"/>
          <w:noProof/>
          <w:sz w:val="20"/>
          <w:lang w:val="en-GB" w:eastAsia="zh-CN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6D002FD0" wp14:editId="3B372E95">
                <wp:simplePos x="0" y="0"/>
                <wp:positionH relativeFrom="column">
                  <wp:posOffset>-900430</wp:posOffset>
                </wp:positionH>
                <wp:positionV relativeFrom="page">
                  <wp:posOffset>4206240</wp:posOffset>
                </wp:positionV>
                <wp:extent cx="548640" cy="36576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4013A" w14:textId="77777777" w:rsidR="003B2D18" w:rsidRDefault="003B2D18" w:rsidP="003B2D18">
                            <w:pPr>
                              <w:ind w:left="-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002FD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70.9pt;margin-top:331.2pt;width:43.2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" o:allowincell="f" stroked="f">
                <v:textbox>
                  <w:txbxContent>
                    <w:p w14:paraId="38F4013A" w14:textId="77777777" w:rsidR="003B2D18" w:rsidRDefault="003B2D18" w:rsidP="003B2D18">
                      <w:pPr>
                        <w:ind w:left="-142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003CD2">
        <w:rPr>
          <w:rFonts w:ascii="Arial" w:hAnsi="Arial"/>
          <w:sz w:val="20"/>
          <w:lang w:val="en-GB"/>
        </w:rPr>
        <w:t xml:space="preserve"> faithfully,</w:t>
      </w:r>
    </w:p>
    <w:p w14:paraId="7D6EB929" w14:textId="77777777" w:rsidR="003B2D18" w:rsidRPr="00003CD2" w:rsidRDefault="003B2D18" w:rsidP="003B2D18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 xml:space="preserve">for HÖEGH </w:t>
      </w:r>
      <w:r>
        <w:rPr>
          <w:rFonts w:ascii="Arial" w:hAnsi="Arial"/>
          <w:sz w:val="20"/>
          <w:lang w:val="en-GB"/>
        </w:rPr>
        <w:t xml:space="preserve">AUTOLINERS </w:t>
      </w:r>
      <w:r w:rsidRPr="00003CD2">
        <w:rPr>
          <w:rFonts w:ascii="Arial" w:hAnsi="Arial"/>
          <w:sz w:val="20"/>
          <w:lang w:val="en-GB"/>
        </w:rPr>
        <w:t>AS</w:t>
      </w:r>
      <w:r>
        <w:rPr>
          <w:rFonts w:ascii="Arial" w:hAnsi="Arial"/>
          <w:sz w:val="20"/>
          <w:lang w:val="en-GB"/>
        </w:rPr>
        <w:t>A</w:t>
      </w:r>
    </w:p>
    <w:p w14:paraId="1BC249C4" w14:textId="77777777" w:rsidR="003B2D18" w:rsidRPr="00003CD2" w:rsidRDefault="003B2D18" w:rsidP="003B2D18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7949F07" w14:textId="77777777" w:rsidR="003B2D18" w:rsidRPr="00003CD2" w:rsidRDefault="003B2D18" w:rsidP="003B2D18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BA57335" w14:textId="77777777" w:rsidR="003B2D18" w:rsidRPr="00003CD2" w:rsidRDefault="003B2D18" w:rsidP="003B2D18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4541A3C7" w14:textId="77777777" w:rsidR="003B2D18" w:rsidRPr="00003CD2" w:rsidRDefault="003B2D18" w:rsidP="003B2D18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fldChar w:fldCharType="begin"/>
      </w:r>
      <w:r w:rsidRPr="00003CD2">
        <w:rPr>
          <w:rFonts w:ascii="Arial" w:hAnsi="Arial"/>
          <w:sz w:val="20"/>
          <w:lang w:val="en-GB"/>
        </w:rPr>
        <w:instrText xml:space="preserve"> MACROBUTTON NOMACRO [Name]</w:instrText>
      </w:r>
      <w:r w:rsidRPr="00003CD2">
        <w:rPr>
          <w:rFonts w:ascii="Arial" w:hAnsi="Arial"/>
          <w:sz w:val="20"/>
          <w:lang w:val="en-GB"/>
        </w:rPr>
        <w:fldChar w:fldCharType="end"/>
      </w:r>
    </w:p>
    <w:p w14:paraId="0234D5F3" w14:textId="77777777" w:rsidR="003B2D18" w:rsidRPr="00003CD2" w:rsidRDefault="003B2D18" w:rsidP="003B2D18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400077C9" w14:textId="77777777" w:rsidR="003B2D18" w:rsidRPr="00D15E6E" w:rsidRDefault="003B2D18" w:rsidP="003B2D18">
      <w:pPr>
        <w:rPr>
          <w:rFonts w:ascii="Arial" w:hAnsi="Arial"/>
          <w:sz w:val="20"/>
          <w:lang w:val="en-GB"/>
        </w:rPr>
      </w:pPr>
    </w:p>
    <w:p w14:paraId="7DA6648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36ADCEA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5A9E9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26CF48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8ECE701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67120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42AF89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F8EE01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736BCA7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9F0097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8A705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A87E44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A4CCAF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140DE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66F18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B4D676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8457D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72BD941" w14:textId="77777777" w:rsidR="00D15E6E" w:rsidRDefault="00D15E6E" w:rsidP="00D15E6E">
      <w:pPr>
        <w:rPr>
          <w:rFonts w:ascii="Arial" w:hAnsi="Arial"/>
          <w:sz w:val="20"/>
          <w:lang w:val="en-GB"/>
        </w:rPr>
      </w:pPr>
    </w:p>
    <w:p w14:paraId="183A8B4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15E6E" w:rsidRPr="00D15E6E" w:rsidSect="00D15E6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E007" w14:textId="77777777" w:rsidR="00610330" w:rsidRDefault="00610330">
      <w:r>
        <w:separator/>
      </w:r>
    </w:p>
  </w:endnote>
  <w:endnote w:type="continuationSeparator" w:id="0">
    <w:p w14:paraId="6FFD8FDC" w14:textId="77777777" w:rsidR="00610330" w:rsidRDefault="0061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72F0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44B2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CC6C45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C6244E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4" w:space="0" w:color="44618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D08B0" w14:paraId="412B586C" w14:textId="77777777" w:rsidTr="00DD08B0">
      <w:tc>
        <w:tcPr>
          <w:tcW w:w="9344" w:type="dxa"/>
        </w:tcPr>
        <w:p w14:paraId="03FF5110" w14:textId="77777777" w:rsidR="00DD08B0" w:rsidRPr="00D62137" w:rsidRDefault="00DD08B0" w:rsidP="00DD08B0">
          <w:pPr>
            <w:pStyle w:val="Footer"/>
            <w:spacing w:line="230" w:lineRule="exact"/>
            <w:ind w:right="-569" w:hanging="1134"/>
            <w:jc w:val="center"/>
            <w:rPr>
              <w:rFonts w:ascii="Arial" w:hAnsi="Arial"/>
              <w:b/>
              <w:color w:val="000000" w:themeColor="text1"/>
              <w:sz w:val="15"/>
              <w:lang w:val="en-GB"/>
            </w:rPr>
          </w:pP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Höegh </w:t>
          </w:r>
          <w:r w:rsidRPr="00D62137">
            <w:rPr>
              <w:rFonts w:ascii="Arial" w:hAnsi="Arial"/>
              <w:b/>
              <w:color w:val="000000" w:themeColor="text1"/>
              <w:sz w:val="15"/>
            </w:rPr>
            <w:t>Autoliners</w:t>
          </w: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AS</w:t>
          </w:r>
          <w:r w:rsidR="00D15E6E">
            <w:rPr>
              <w:rFonts w:ascii="Arial" w:hAnsi="Arial"/>
              <w:b/>
              <w:color w:val="000000" w:themeColor="text1"/>
              <w:sz w:val="15"/>
              <w:lang w:val="en-GB"/>
            </w:rPr>
            <w:t>A</w:t>
          </w:r>
          <w:r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 xml:space="preserve">Org. NO: </w:t>
          </w:r>
          <w:r w:rsidR="00D15E6E">
            <w:rPr>
              <w:rFonts w:ascii="Arial" w:hAnsi="Arial"/>
              <w:color w:val="000000" w:themeColor="text1"/>
              <w:sz w:val="15"/>
              <w:lang w:val="en-GB"/>
            </w:rPr>
            <w:t>985 459 614</w:t>
          </w:r>
        </w:p>
        <w:p w14:paraId="74D597BE" w14:textId="77777777" w:rsidR="00DD08B0" w:rsidRPr="00DD08B0" w:rsidRDefault="00DD08B0" w:rsidP="00DD08B0">
          <w:pPr>
            <w:pStyle w:val="Footer"/>
            <w:spacing w:line="230" w:lineRule="exact"/>
            <w:ind w:right="-569"/>
            <w:jc w:val="center"/>
            <w:rPr>
              <w:rFonts w:ascii="Arial" w:hAnsi="Arial"/>
              <w:color w:val="595959" w:themeColor="text1" w:themeTint="A6"/>
              <w:sz w:val="15"/>
            </w:rPr>
          </w:pP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Visit address: Drammensveien 134, 0277 Oslo | Postal address: P.O. Box 4 Skøyen, 0212 Oslo, Norway</w:t>
          </w:r>
          <w:r>
            <w:rPr>
              <w:rFonts w:ascii="Arial" w:hAnsi="Arial"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Tel: +47 21 03 90 00</w:t>
          </w:r>
        </w:p>
      </w:tc>
    </w:tr>
  </w:tbl>
  <w:p w14:paraId="36EBFF93" w14:textId="77777777" w:rsidR="00963553" w:rsidRPr="00D15E6E" w:rsidRDefault="00963553" w:rsidP="00DD08B0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A08F8" w14:textId="77777777" w:rsidR="00610330" w:rsidRDefault="00610330">
      <w:r>
        <w:separator/>
      </w:r>
    </w:p>
  </w:footnote>
  <w:footnote w:type="continuationSeparator" w:id="0">
    <w:p w14:paraId="5A6EA7A2" w14:textId="77777777" w:rsidR="00610330" w:rsidRDefault="00610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756B" w14:textId="77777777" w:rsidR="00880AFB" w:rsidRDefault="00FB6932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4E52D4EA" wp14:editId="5ABF00D4">
          <wp:extent cx="1547675" cy="784923"/>
          <wp:effectExtent l="0" t="0" r="0" b="0"/>
          <wp:docPr id="5298963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757" cy="797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8"/>
    <w:rsid w:val="00003CD2"/>
    <w:rsid w:val="00007139"/>
    <w:rsid w:val="0003771C"/>
    <w:rsid w:val="00047F55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94B3A"/>
    <w:rsid w:val="003B2D18"/>
    <w:rsid w:val="00417BD9"/>
    <w:rsid w:val="00464D15"/>
    <w:rsid w:val="0049189C"/>
    <w:rsid w:val="004E208D"/>
    <w:rsid w:val="00521C9B"/>
    <w:rsid w:val="005C0717"/>
    <w:rsid w:val="00604AE4"/>
    <w:rsid w:val="00610330"/>
    <w:rsid w:val="006B4666"/>
    <w:rsid w:val="00713862"/>
    <w:rsid w:val="007D490C"/>
    <w:rsid w:val="007D4C00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A35C58"/>
    <w:rsid w:val="00A360E0"/>
    <w:rsid w:val="00AC6A02"/>
    <w:rsid w:val="00AF2AA3"/>
    <w:rsid w:val="00B638C8"/>
    <w:rsid w:val="00BE0B0E"/>
    <w:rsid w:val="00BE1D60"/>
    <w:rsid w:val="00C919F9"/>
    <w:rsid w:val="00CD5B5B"/>
    <w:rsid w:val="00CF4629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299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2D18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2024-09-25T00:57:00Z</dcterms:created>
  <dcterms:modified xsi:type="dcterms:W3CDTF">2024-09-25T00:57:00Z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